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808E0" w14:textId="3734A74D" w:rsidR="001164EA" w:rsidRDefault="002611D8" w:rsidP="00721F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="00EF5658">
        <w:rPr>
          <w:rFonts w:ascii="Times New Roman" w:hAnsi="Times New Roman"/>
          <w:b/>
          <w:sz w:val="28"/>
          <w:szCs w:val="28"/>
        </w:rPr>
        <w:t xml:space="preserve"> -11 </w:t>
      </w:r>
      <w:r w:rsidR="00880273" w:rsidRPr="009212F5">
        <w:rPr>
          <w:rFonts w:ascii="Times New Roman" w:hAnsi="Times New Roman"/>
          <w:b/>
          <w:sz w:val="28"/>
          <w:szCs w:val="28"/>
        </w:rPr>
        <w:t xml:space="preserve"> класс</w:t>
      </w:r>
    </w:p>
    <w:p w14:paraId="26C9485A" w14:textId="77777777" w:rsidR="00F61AD6" w:rsidRDefault="00F61AD6" w:rsidP="00721F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E96968" w14:textId="77777777" w:rsidR="00F61AD6" w:rsidRPr="004170E1" w:rsidRDefault="00F61AD6" w:rsidP="00F61AD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Тестовый </w:t>
      </w:r>
      <w:r w:rsidRPr="004170E1">
        <w:rPr>
          <w:rFonts w:ascii="Times New Roman" w:hAnsi="Times New Roman"/>
          <w:b/>
          <w:sz w:val="28"/>
          <w:szCs w:val="28"/>
        </w:rPr>
        <w:t>этап</w:t>
      </w:r>
    </w:p>
    <w:p w14:paraId="2D3A6646" w14:textId="77777777" w:rsidR="00C428BF" w:rsidRDefault="00C428BF" w:rsidP="00C428BF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68C9CA72" w14:textId="77777777" w:rsidR="00092781" w:rsidRPr="00C428BF" w:rsidRDefault="00092781" w:rsidP="0009278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bookmarkStart w:id="0" w:name="_Hlk87477746"/>
      <w:r w:rsidRPr="00C428BF">
        <w:rPr>
          <w:rFonts w:ascii="Times New Roman" w:hAnsi="Times New Roman"/>
          <w:sz w:val="28"/>
          <w:szCs w:val="28"/>
        </w:rPr>
        <w:t>Вставьте в бланк буквы</w:t>
      </w:r>
      <w:r>
        <w:rPr>
          <w:rFonts w:ascii="Times New Roman" w:hAnsi="Times New Roman"/>
          <w:sz w:val="28"/>
          <w:szCs w:val="28"/>
        </w:rPr>
        <w:t xml:space="preserve"> (или сочетания цифр и букв)</w:t>
      </w:r>
      <w:r w:rsidRPr="00C428BF">
        <w:rPr>
          <w:rFonts w:ascii="Times New Roman" w:hAnsi="Times New Roman"/>
          <w:sz w:val="28"/>
          <w:szCs w:val="28"/>
        </w:rPr>
        <w:t xml:space="preserve"> правильных ответов.</w:t>
      </w:r>
    </w:p>
    <w:p w14:paraId="20686DBA" w14:textId="77777777" w:rsidR="00092781" w:rsidRPr="00C428BF" w:rsidRDefault="00092781" w:rsidP="0009278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2268"/>
        <w:gridCol w:w="1276"/>
        <w:gridCol w:w="4535"/>
      </w:tblGrid>
      <w:tr w:rsidR="00092781" w:rsidRPr="00C428BF" w14:paraId="2C943AA1" w14:textId="77777777" w:rsidTr="001C1878">
        <w:tc>
          <w:tcPr>
            <w:tcW w:w="1101" w:type="dxa"/>
          </w:tcPr>
          <w:p w14:paraId="61464B24" w14:textId="77777777" w:rsidR="00092781" w:rsidRPr="00993D45" w:rsidRDefault="00092781" w:rsidP="001C18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93D4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вопрос</w:t>
            </w:r>
          </w:p>
        </w:tc>
        <w:tc>
          <w:tcPr>
            <w:tcW w:w="2268" w:type="dxa"/>
          </w:tcPr>
          <w:p w14:paraId="60BD845C" w14:textId="77777777" w:rsidR="00092781" w:rsidRPr="00993D45" w:rsidRDefault="00092781" w:rsidP="001C18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93D4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1276" w:type="dxa"/>
          </w:tcPr>
          <w:p w14:paraId="618BA6EB" w14:textId="77777777" w:rsidR="00092781" w:rsidRPr="00993D45" w:rsidRDefault="00092781" w:rsidP="001C18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93D4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вопрос</w:t>
            </w:r>
          </w:p>
        </w:tc>
        <w:tc>
          <w:tcPr>
            <w:tcW w:w="4535" w:type="dxa"/>
          </w:tcPr>
          <w:p w14:paraId="458F7BFC" w14:textId="77777777" w:rsidR="00092781" w:rsidRPr="00993D45" w:rsidRDefault="00092781" w:rsidP="001C18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93D4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ответ</w:t>
            </w:r>
          </w:p>
        </w:tc>
      </w:tr>
      <w:tr w:rsidR="00092781" w:rsidRPr="00C428BF" w14:paraId="125D6FD5" w14:textId="77777777" w:rsidTr="001C1878">
        <w:tc>
          <w:tcPr>
            <w:tcW w:w="1101" w:type="dxa"/>
          </w:tcPr>
          <w:p w14:paraId="4D9A0249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28B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14:paraId="28569585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1CB2D17B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28BF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535" w:type="dxa"/>
          </w:tcPr>
          <w:p w14:paraId="131B1E13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2781" w:rsidRPr="00C428BF" w14:paraId="3F3731FD" w14:textId="77777777" w:rsidTr="001C1878">
        <w:tc>
          <w:tcPr>
            <w:tcW w:w="1101" w:type="dxa"/>
          </w:tcPr>
          <w:p w14:paraId="2598094F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28B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</w:tcPr>
          <w:p w14:paraId="54A9E7C0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152C989B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28BF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535" w:type="dxa"/>
          </w:tcPr>
          <w:p w14:paraId="6AE71C57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2781" w:rsidRPr="00C428BF" w14:paraId="24525549" w14:textId="77777777" w:rsidTr="001C1878">
        <w:tc>
          <w:tcPr>
            <w:tcW w:w="1101" w:type="dxa"/>
          </w:tcPr>
          <w:p w14:paraId="43857E77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28BF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</w:tcPr>
          <w:p w14:paraId="735186F9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19B4064E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28BF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535" w:type="dxa"/>
          </w:tcPr>
          <w:p w14:paraId="2A629DF4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2781" w:rsidRPr="00C428BF" w14:paraId="4A1DDE94" w14:textId="77777777" w:rsidTr="001C1878">
        <w:tc>
          <w:tcPr>
            <w:tcW w:w="1101" w:type="dxa"/>
          </w:tcPr>
          <w:p w14:paraId="059E9B7A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28B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</w:tcPr>
          <w:p w14:paraId="30BF5583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740534A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28BF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535" w:type="dxa"/>
          </w:tcPr>
          <w:p w14:paraId="39C80969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2781" w:rsidRPr="00C428BF" w14:paraId="3C8BB5B4" w14:textId="77777777" w:rsidTr="001C1878">
        <w:tc>
          <w:tcPr>
            <w:tcW w:w="1101" w:type="dxa"/>
          </w:tcPr>
          <w:p w14:paraId="76F0C102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28BF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68" w:type="dxa"/>
          </w:tcPr>
          <w:p w14:paraId="0D29637D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7DA6C55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535" w:type="dxa"/>
          </w:tcPr>
          <w:p w14:paraId="617ABC03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2781" w:rsidRPr="00C428BF" w14:paraId="680FAD69" w14:textId="77777777" w:rsidTr="001C1878">
        <w:tc>
          <w:tcPr>
            <w:tcW w:w="1101" w:type="dxa"/>
          </w:tcPr>
          <w:p w14:paraId="56C68278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28BF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68" w:type="dxa"/>
          </w:tcPr>
          <w:p w14:paraId="18882BC2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B03761D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535" w:type="dxa"/>
          </w:tcPr>
          <w:p w14:paraId="0ED6F8B3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2781" w:rsidRPr="00C428BF" w14:paraId="706470CF" w14:textId="77777777" w:rsidTr="001C1878">
        <w:tc>
          <w:tcPr>
            <w:tcW w:w="1101" w:type="dxa"/>
          </w:tcPr>
          <w:p w14:paraId="3C7C92CD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28BF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68" w:type="dxa"/>
          </w:tcPr>
          <w:p w14:paraId="12188D67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2F57478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535" w:type="dxa"/>
          </w:tcPr>
          <w:p w14:paraId="2D820772" w14:textId="77777777" w:rsidR="00092781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2781" w:rsidRPr="00C428BF" w14:paraId="2B07B0B6" w14:textId="77777777" w:rsidTr="001C1878">
        <w:tc>
          <w:tcPr>
            <w:tcW w:w="1101" w:type="dxa"/>
          </w:tcPr>
          <w:p w14:paraId="5848B194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28BF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68" w:type="dxa"/>
          </w:tcPr>
          <w:p w14:paraId="77D168AF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7A9ED52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535" w:type="dxa"/>
          </w:tcPr>
          <w:p w14:paraId="0D02446D" w14:textId="77777777" w:rsidR="00092781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2781" w:rsidRPr="00C428BF" w14:paraId="0E60D409" w14:textId="77777777" w:rsidTr="001C1878">
        <w:tc>
          <w:tcPr>
            <w:tcW w:w="1101" w:type="dxa"/>
          </w:tcPr>
          <w:p w14:paraId="611308E9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28BF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68" w:type="dxa"/>
          </w:tcPr>
          <w:p w14:paraId="3249C7D5" w14:textId="77777777" w:rsidR="00092781" w:rsidRPr="00C428BF" w:rsidRDefault="00092781" w:rsidP="001C187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841384" w14:textId="77777777" w:rsidR="00092781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535" w:type="dxa"/>
          </w:tcPr>
          <w:p w14:paraId="0CED8054" w14:textId="77777777" w:rsidR="00092781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2781" w:rsidRPr="00C428BF" w14:paraId="6F7E425B" w14:textId="77777777" w:rsidTr="001C1878">
        <w:tc>
          <w:tcPr>
            <w:tcW w:w="1101" w:type="dxa"/>
          </w:tcPr>
          <w:p w14:paraId="33B3159E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28BF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68" w:type="dxa"/>
          </w:tcPr>
          <w:p w14:paraId="785118A6" w14:textId="77777777" w:rsidR="00092781" w:rsidRPr="00C428BF" w:rsidRDefault="00092781" w:rsidP="001C187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A2B98BB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535" w:type="dxa"/>
          </w:tcPr>
          <w:p w14:paraId="558F24A9" w14:textId="77777777" w:rsidR="00092781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2781" w:rsidRPr="00C428BF" w14:paraId="2138A56E" w14:textId="77777777" w:rsidTr="001C1878">
        <w:tc>
          <w:tcPr>
            <w:tcW w:w="1101" w:type="dxa"/>
          </w:tcPr>
          <w:p w14:paraId="59C48A87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28BF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68" w:type="dxa"/>
          </w:tcPr>
          <w:p w14:paraId="6403456B" w14:textId="77777777" w:rsidR="00092781" w:rsidRPr="00C428BF" w:rsidRDefault="00092781" w:rsidP="001C187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C8AF4AF" w14:textId="77777777" w:rsidR="00092781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535" w:type="dxa"/>
          </w:tcPr>
          <w:p w14:paraId="29D9BD1C" w14:textId="77777777" w:rsidR="00092781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2781" w:rsidRPr="00C428BF" w14:paraId="3BBD6051" w14:textId="77777777" w:rsidTr="001C1878">
        <w:tc>
          <w:tcPr>
            <w:tcW w:w="1101" w:type="dxa"/>
          </w:tcPr>
          <w:p w14:paraId="152F20AA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28BF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68" w:type="dxa"/>
          </w:tcPr>
          <w:p w14:paraId="4C04D9F9" w14:textId="77777777" w:rsidR="00092781" w:rsidRPr="00C428BF" w:rsidRDefault="00092781" w:rsidP="001C187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12AF27B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535" w:type="dxa"/>
          </w:tcPr>
          <w:p w14:paraId="17A54E66" w14:textId="77777777" w:rsidR="00092781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2781" w:rsidRPr="00C428BF" w14:paraId="4C73C916" w14:textId="77777777" w:rsidTr="001C1878">
        <w:trPr>
          <w:trHeight w:val="397"/>
        </w:trPr>
        <w:tc>
          <w:tcPr>
            <w:tcW w:w="1101" w:type="dxa"/>
          </w:tcPr>
          <w:p w14:paraId="6B24E548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28BF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68" w:type="dxa"/>
          </w:tcPr>
          <w:p w14:paraId="017CDD8B" w14:textId="77777777" w:rsidR="00092781" w:rsidRPr="00C428BF" w:rsidRDefault="00092781" w:rsidP="001C187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2E4BBDA4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535" w:type="dxa"/>
          </w:tcPr>
          <w:p w14:paraId="2AB7137F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2781" w:rsidRPr="00C428BF" w14:paraId="6B03D8B5" w14:textId="77777777" w:rsidTr="001C1878">
        <w:trPr>
          <w:trHeight w:val="397"/>
        </w:trPr>
        <w:tc>
          <w:tcPr>
            <w:tcW w:w="1101" w:type="dxa"/>
          </w:tcPr>
          <w:p w14:paraId="10F6404D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28BF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268" w:type="dxa"/>
          </w:tcPr>
          <w:p w14:paraId="520D89F6" w14:textId="77777777" w:rsidR="00092781" w:rsidRPr="00C428BF" w:rsidRDefault="00092781" w:rsidP="001C187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C7280D9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535" w:type="dxa"/>
          </w:tcPr>
          <w:p w14:paraId="7FC606E7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2781" w:rsidRPr="00C428BF" w14:paraId="62E7814C" w14:textId="77777777" w:rsidTr="001C1878">
        <w:trPr>
          <w:trHeight w:val="397"/>
        </w:trPr>
        <w:tc>
          <w:tcPr>
            <w:tcW w:w="1101" w:type="dxa"/>
          </w:tcPr>
          <w:p w14:paraId="0D9D7D49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28BF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268" w:type="dxa"/>
          </w:tcPr>
          <w:p w14:paraId="6DDC11CA" w14:textId="77777777" w:rsidR="00092781" w:rsidRPr="00C428BF" w:rsidRDefault="00092781" w:rsidP="001C187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2EA35C08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535" w:type="dxa"/>
          </w:tcPr>
          <w:p w14:paraId="4C0E7D3E" w14:textId="77777777" w:rsidR="00092781" w:rsidRPr="00C428BF" w:rsidRDefault="00092781" w:rsidP="001C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66582F47" w14:textId="77777777" w:rsidR="00092781" w:rsidRPr="00CB781D" w:rsidRDefault="00092781" w:rsidP="00092781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01A9B7F" w14:textId="77777777" w:rsidR="00092781" w:rsidRDefault="00092781" w:rsidP="0009278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7CC35C5" w14:textId="77777777" w:rsidR="00092781" w:rsidRDefault="00092781" w:rsidP="0009278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037B036" w14:textId="77777777" w:rsidR="00092781" w:rsidRDefault="00092781" w:rsidP="0009278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3700C51" w14:textId="77777777" w:rsidR="00092781" w:rsidRDefault="00092781" w:rsidP="0009278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B994B66" w14:textId="77777777" w:rsidR="00092781" w:rsidRDefault="00092781" w:rsidP="0009278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1C954D47" w14:textId="587069D7" w:rsidR="00092781" w:rsidRDefault="00092781" w:rsidP="0009278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63610">
        <w:rPr>
          <w:rFonts w:ascii="Times New Roman" w:hAnsi="Times New Roman"/>
          <w:b/>
          <w:sz w:val="28"/>
          <w:szCs w:val="28"/>
        </w:rPr>
        <w:lastRenderedPageBreak/>
        <w:t>Аналитический этап</w:t>
      </w:r>
    </w:p>
    <w:p w14:paraId="26C26C12" w14:textId="77777777" w:rsidR="00092781" w:rsidRDefault="00092781" w:rsidP="0009278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BB8A8C3" w14:textId="77777777" w:rsidR="00092781" w:rsidRDefault="00092781" w:rsidP="00092781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E511F">
        <w:rPr>
          <w:rFonts w:ascii="Times New Roman" w:hAnsi="Times New Roman"/>
          <w:b/>
          <w:sz w:val="28"/>
          <w:szCs w:val="28"/>
        </w:rPr>
        <w:t>Задание 1.</w:t>
      </w:r>
    </w:p>
    <w:tbl>
      <w:tblPr>
        <w:tblStyle w:val="2"/>
        <w:tblW w:w="9067" w:type="dxa"/>
        <w:tblInd w:w="113" w:type="dxa"/>
        <w:tblLook w:val="04A0" w:firstRow="1" w:lastRow="0" w:firstColumn="1" w:lastColumn="0" w:noHBand="0" w:noVBand="1"/>
      </w:tblPr>
      <w:tblGrid>
        <w:gridCol w:w="1041"/>
        <w:gridCol w:w="8026"/>
      </w:tblGrid>
      <w:tr w:rsidR="00092781" w:rsidRPr="00D003A9" w14:paraId="317BB7EE" w14:textId="77777777" w:rsidTr="001C1878">
        <w:tc>
          <w:tcPr>
            <w:tcW w:w="1041" w:type="dxa"/>
          </w:tcPr>
          <w:p w14:paraId="462EF97C" w14:textId="77777777" w:rsidR="00092781" w:rsidRPr="00D003A9" w:rsidRDefault="00092781" w:rsidP="001C1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A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026" w:type="dxa"/>
          </w:tcPr>
          <w:p w14:paraId="1325F02D" w14:textId="77777777" w:rsidR="00092781" w:rsidRPr="00D003A9" w:rsidRDefault="00092781" w:rsidP="001C1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A9">
              <w:rPr>
                <w:rFonts w:ascii="Times New Roman" w:hAnsi="Times New Roman" w:cs="Times New Roman"/>
                <w:sz w:val="28"/>
                <w:szCs w:val="28"/>
              </w:rPr>
              <w:t>Вставьте соответствующее слово из списка слов, указанных в задании</w:t>
            </w:r>
          </w:p>
        </w:tc>
      </w:tr>
      <w:tr w:rsidR="00092781" w:rsidRPr="00D003A9" w14:paraId="75DDA889" w14:textId="77777777" w:rsidTr="001C1878">
        <w:trPr>
          <w:trHeight w:val="30"/>
        </w:trPr>
        <w:tc>
          <w:tcPr>
            <w:tcW w:w="1041" w:type="dxa"/>
            <w:vMerge w:val="restart"/>
          </w:tcPr>
          <w:p w14:paraId="724BE72C" w14:textId="77777777" w:rsidR="00092781" w:rsidRPr="00D003A9" w:rsidRDefault="00092781" w:rsidP="001C187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03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026" w:type="dxa"/>
          </w:tcPr>
          <w:p w14:paraId="64F06849" w14:textId="77777777" w:rsidR="00092781" w:rsidRPr="00D003A9" w:rsidRDefault="00092781" w:rsidP="001C1878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</w:rPr>
              <w:t xml:space="preserve">1 – </w:t>
            </w:r>
          </w:p>
        </w:tc>
      </w:tr>
      <w:tr w:rsidR="00092781" w:rsidRPr="00D003A9" w14:paraId="7FEF7327" w14:textId="77777777" w:rsidTr="001C1878">
        <w:trPr>
          <w:trHeight w:val="30"/>
        </w:trPr>
        <w:tc>
          <w:tcPr>
            <w:tcW w:w="1041" w:type="dxa"/>
            <w:vMerge/>
          </w:tcPr>
          <w:p w14:paraId="53977ED0" w14:textId="77777777" w:rsidR="00092781" w:rsidRPr="00D003A9" w:rsidRDefault="00092781" w:rsidP="001C187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</w:tcPr>
          <w:p w14:paraId="75E8D2E4" w14:textId="77777777" w:rsidR="00092781" w:rsidRPr="00D003A9" w:rsidRDefault="00092781" w:rsidP="001C1878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</w:rPr>
              <w:t xml:space="preserve">2 – </w:t>
            </w:r>
          </w:p>
        </w:tc>
      </w:tr>
      <w:tr w:rsidR="00092781" w:rsidRPr="00D003A9" w14:paraId="48FCA357" w14:textId="77777777" w:rsidTr="001C1878">
        <w:trPr>
          <w:trHeight w:val="30"/>
        </w:trPr>
        <w:tc>
          <w:tcPr>
            <w:tcW w:w="1041" w:type="dxa"/>
            <w:vMerge/>
          </w:tcPr>
          <w:p w14:paraId="2021A8F7" w14:textId="77777777" w:rsidR="00092781" w:rsidRPr="00D003A9" w:rsidRDefault="00092781" w:rsidP="001C187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</w:tcPr>
          <w:p w14:paraId="465BC0B4" w14:textId="77777777" w:rsidR="00092781" w:rsidRPr="00D003A9" w:rsidRDefault="00092781" w:rsidP="001C1878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</w:rPr>
              <w:t xml:space="preserve">3 – </w:t>
            </w:r>
          </w:p>
        </w:tc>
      </w:tr>
      <w:tr w:rsidR="00092781" w:rsidRPr="00D003A9" w14:paraId="78DA8F58" w14:textId="77777777" w:rsidTr="001C1878">
        <w:trPr>
          <w:trHeight w:val="30"/>
        </w:trPr>
        <w:tc>
          <w:tcPr>
            <w:tcW w:w="1041" w:type="dxa"/>
            <w:vMerge/>
          </w:tcPr>
          <w:p w14:paraId="1F13144D" w14:textId="77777777" w:rsidR="00092781" w:rsidRPr="00D003A9" w:rsidRDefault="00092781" w:rsidP="001C187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</w:tcPr>
          <w:p w14:paraId="39FEA3B1" w14:textId="77777777" w:rsidR="00092781" w:rsidRPr="00D003A9" w:rsidRDefault="00092781" w:rsidP="001C1878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</w:rPr>
              <w:t>4 –</w:t>
            </w:r>
          </w:p>
        </w:tc>
      </w:tr>
      <w:tr w:rsidR="00092781" w:rsidRPr="00D003A9" w14:paraId="64377A08" w14:textId="77777777" w:rsidTr="001C1878">
        <w:trPr>
          <w:trHeight w:val="30"/>
        </w:trPr>
        <w:tc>
          <w:tcPr>
            <w:tcW w:w="1041" w:type="dxa"/>
            <w:vMerge/>
          </w:tcPr>
          <w:p w14:paraId="73BA1F32" w14:textId="77777777" w:rsidR="00092781" w:rsidRPr="00D003A9" w:rsidRDefault="00092781" w:rsidP="001C187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</w:tcPr>
          <w:p w14:paraId="464BC7A9" w14:textId="77777777" w:rsidR="00092781" w:rsidRPr="00D003A9" w:rsidRDefault="00092781" w:rsidP="001C1878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</w:rPr>
              <w:t xml:space="preserve">5 – </w:t>
            </w:r>
          </w:p>
        </w:tc>
      </w:tr>
      <w:tr w:rsidR="00092781" w:rsidRPr="00D003A9" w14:paraId="59CCF9A3" w14:textId="77777777" w:rsidTr="001C1878">
        <w:trPr>
          <w:trHeight w:val="30"/>
        </w:trPr>
        <w:tc>
          <w:tcPr>
            <w:tcW w:w="1041" w:type="dxa"/>
            <w:vMerge/>
          </w:tcPr>
          <w:p w14:paraId="3F51645E" w14:textId="77777777" w:rsidR="00092781" w:rsidRPr="00D003A9" w:rsidRDefault="00092781" w:rsidP="001C187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</w:tcPr>
          <w:p w14:paraId="30842D5C" w14:textId="77777777" w:rsidR="00092781" w:rsidRPr="00D003A9" w:rsidRDefault="00092781" w:rsidP="001C1878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</w:rPr>
              <w:t xml:space="preserve">6 – </w:t>
            </w:r>
          </w:p>
        </w:tc>
      </w:tr>
      <w:tr w:rsidR="000E0C5A" w:rsidRPr="00D003A9" w14:paraId="0EB546E8" w14:textId="77777777" w:rsidTr="001C1878">
        <w:trPr>
          <w:trHeight w:val="30"/>
        </w:trPr>
        <w:tc>
          <w:tcPr>
            <w:tcW w:w="1041" w:type="dxa"/>
            <w:vMerge/>
          </w:tcPr>
          <w:p w14:paraId="66EB11FC" w14:textId="77777777" w:rsidR="000E0C5A" w:rsidRPr="00D003A9" w:rsidRDefault="000E0C5A" w:rsidP="001C187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</w:tcPr>
          <w:p w14:paraId="631DF10C" w14:textId="4C7AA721" w:rsidR="000E0C5A" w:rsidRPr="00D003A9" w:rsidRDefault="000E0C5A" w:rsidP="001C1878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</w:rPr>
              <w:t>7 -</w:t>
            </w:r>
          </w:p>
        </w:tc>
      </w:tr>
      <w:tr w:rsidR="000E0C5A" w:rsidRPr="00D003A9" w14:paraId="35E42314" w14:textId="77777777" w:rsidTr="001C1878">
        <w:trPr>
          <w:trHeight w:val="30"/>
        </w:trPr>
        <w:tc>
          <w:tcPr>
            <w:tcW w:w="1041" w:type="dxa"/>
            <w:vMerge/>
          </w:tcPr>
          <w:p w14:paraId="3C1DFC44" w14:textId="77777777" w:rsidR="000E0C5A" w:rsidRPr="00D003A9" w:rsidRDefault="000E0C5A" w:rsidP="001C187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</w:tcPr>
          <w:p w14:paraId="656384A2" w14:textId="79B58A52" w:rsidR="000E0C5A" w:rsidRPr="00D003A9" w:rsidRDefault="000E0C5A" w:rsidP="001C1878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</w:rPr>
              <w:t xml:space="preserve">8 - </w:t>
            </w:r>
          </w:p>
        </w:tc>
      </w:tr>
      <w:tr w:rsidR="000E0C5A" w:rsidRPr="00D003A9" w14:paraId="49A25591" w14:textId="77777777" w:rsidTr="001C1878">
        <w:trPr>
          <w:trHeight w:val="30"/>
        </w:trPr>
        <w:tc>
          <w:tcPr>
            <w:tcW w:w="1041" w:type="dxa"/>
            <w:vMerge/>
          </w:tcPr>
          <w:p w14:paraId="1095B432" w14:textId="77777777" w:rsidR="000E0C5A" w:rsidRPr="00D003A9" w:rsidRDefault="000E0C5A" w:rsidP="001C187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</w:tcPr>
          <w:p w14:paraId="5A2E9F4E" w14:textId="1CAD826A" w:rsidR="000E0C5A" w:rsidRPr="00D003A9" w:rsidRDefault="000E0C5A" w:rsidP="001C1878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</w:rPr>
              <w:t xml:space="preserve">9 - </w:t>
            </w:r>
          </w:p>
        </w:tc>
      </w:tr>
      <w:tr w:rsidR="00092781" w:rsidRPr="00D003A9" w14:paraId="580C89D0" w14:textId="77777777" w:rsidTr="001C1878">
        <w:trPr>
          <w:trHeight w:val="30"/>
        </w:trPr>
        <w:tc>
          <w:tcPr>
            <w:tcW w:w="1041" w:type="dxa"/>
            <w:vMerge/>
          </w:tcPr>
          <w:p w14:paraId="2791CC8A" w14:textId="77777777" w:rsidR="00092781" w:rsidRPr="00D003A9" w:rsidRDefault="00092781" w:rsidP="001C187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</w:tcPr>
          <w:p w14:paraId="1F609A4F" w14:textId="2DC3425D" w:rsidR="00092781" w:rsidRPr="00D003A9" w:rsidRDefault="000E0C5A" w:rsidP="001C1878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</w:rPr>
              <w:t xml:space="preserve">10 - </w:t>
            </w:r>
          </w:p>
        </w:tc>
      </w:tr>
    </w:tbl>
    <w:p w14:paraId="12BDC4EB" w14:textId="77777777" w:rsidR="000E0C5A" w:rsidRPr="00D003A9" w:rsidRDefault="000E0C5A" w:rsidP="000E0C5A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5382BF6" w14:textId="0F09BCC2" w:rsidR="000E0C5A" w:rsidRPr="00D003A9" w:rsidRDefault="000E0C5A" w:rsidP="000E0C5A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003A9">
        <w:rPr>
          <w:rFonts w:ascii="Times New Roman" w:hAnsi="Times New Roman"/>
          <w:b/>
          <w:sz w:val="28"/>
          <w:szCs w:val="28"/>
        </w:rPr>
        <w:t>Задание 2.</w:t>
      </w:r>
    </w:p>
    <w:tbl>
      <w:tblPr>
        <w:tblStyle w:val="2"/>
        <w:tblW w:w="9067" w:type="dxa"/>
        <w:tblInd w:w="113" w:type="dxa"/>
        <w:tblLook w:val="04A0" w:firstRow="1" w:lastRow="0" w:firstColumn="1" w:lastColumn="0" w:noHBand="0" w:noVBand="1"/>
      </w:tblPr>
      <w:tblGrid>
        <w:gridCol w:w="1041"/>
        <w:gridCol w:w="8026"/>
      </w:tblGrid>
      <w:tr w:rsidR="00D003A9" w:rsidRPr="00D003A9" w14:paraId="72653152" w14:textId="77777777" w:rsidTr="00D54051">
        <w:tc>
          <w:tcPr>
            <w:tcW w:w="1041" w:type="dxa"/>
            <w:vMerge w:val="restart"/>
          </w:tcPr>
          <w:p w14:paraId="26FB45E0" w14:textId="2D8CDB1C" w:rsidR="00D003A9" w:rsidRPr="00D003A9" w:rsidRDefault="00D003A9" w:rsidP="00D5405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03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2.1.</w:t>
            </w:r>
          </w:p>
        </w:tc>
        <w:tc>
          <w:tcPr>
            <w:tcW w:w="8026" w:type="dxa"/>
          </w:tcPr>
          <w:p w14:paraId="10B45D1F" w14:textId="4EE3A877" w:rsidR="00D003A9" w:rsidRPr="00D003A9" w:rsidRDefault="00D003A9" w:rsidP="00D540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A9">
              <w:rPr>
                <w:rFonts w:ascii="Times New Roman" w:hAnsi="Times New Roman" w:cs="Times New Roman"/>
                <w:sz w:val="28"/>
                <w:szCs w:val="28"/>
              </w:rPr>
              <w:t>Какие географические объекты представлены на карте?</w:t>
            </w:r>
          </w:p>
        </w:tc>
      </w:tr>
      <w:tr w:rsidR="00D003A9" w:rsidRPr="00D003A9" w14:paraId="424ED5AB" w14:textId="77777777" w:rsidTr="00D54051">
        <w:tc>
          <w:tcPr>
            <w:tcW w:w="1041" w:type="dxa"/>
            <w:vMerge/>
          </w:tcPr>
          <w:p w14:paraId="38E8FE0A" w14:textId="67C28C4A" w:rsidR="00D003A9" w:rsidRPr="00D003A9" w:rsidRDefault="00D003A9" w:rsidP="00D5405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</w:tcPr>
          <w:p w14:paraId="5D668D7D" w14:textId="77777777" w:rsidR="00D003A9" w:rsidRPr="00D003A9" w:rsidRDefault="00D003A9" w:rsidP="00D540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03A9" w:rsidRPr="00D003A9" w14:paraId="1F69426C" w14:textId="77777777" w:rsidTr="00D54051">
        <w:tc>
          <w:tcPr>
            <w:tcW w:w="1041" w:type="dxa"/>
            <w:vMerge w:val="restart"/>
          </w:tcPr>
          <w:p w14:paraId="146DF001" w14:textId="6583EFFE" w:rsidR="00D003A9" w:rsidRPr="00D003A9" w:rsidRDefault="00D003A9" w:rsidP="00D5405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03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2.2. </w:t>
            </w:r>
          </w:p>
        </w:tc>
        <w:tc>
          <w:tcPr>
            <w:tcW w:w="8026" w:type="dxa"/>
          </w:tcPr>
          <w:p w14:paraId="589D238A" w14:textId="2425E22F" w:rsidR="00D003A9" w:rsidRPr="00D003A9" w:rsidRDefault="00D003A9" w:rsidP="00D540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A9">
              <w:rPr>
                <w:rFonts w:ascii="Times New Roman" w:hAnsi="Times New Roman" w:cs="Times New Roman"/>
                <w:sz w:val="28"/>
                <w:szCs w:val="28"/>
              </w:rPr>
              <w:t>Запишите их названия:</w:t>
            </w:r>
          </w:p>
        </w:tc>
      </w:tr>
      <w:tr w:rsidR="00D003A9" w:rsidRPr="00D003A9" w14:paraId="6D507635" w14:textId="77777777" w:rsidTr="00D54051">
        <w:trPr>
          <w:trHeight w:val="30"/>
        </w:trPr>
        <w:tc>
          <w:tcPr>
            <w:tcW w:w="1041" w:type="dxa"/>
            <w:vMerge/>
          </w:tcPr>
          <w:p w14:paraId="2F22066F" w14:textId="6312DBB7" w:rsidR="00D003A9" w:rsidRPr="00D003A9" w:rsidRDefault="00D003A9" w:rsidP="00D5405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</w:tcPr>
          <w:p w14:paraId="475D9CAD" w14:textId="18A6B860" w:rsidR="00D003A9" w:rsidRPr="00D003A9" w:rsidRDefault="00D003A9" w:rsidP="00D54051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  <w:lang w:val="en-US"/>
              </w:rPr>
              <w:t>I –</w:t>
            </w:r>
          </w:p>
        </w:tc>
      </w:tr>
      <w:tr w:rsidR="00D003A9" w:rsidRPr="00D003A9" w14:paraId="346E9270" w14:textId="77777777" w:rsidTr="00D54051">
        <w:trPr>
          <w:trHeight w:val="30"/>
        </w:trPr>
        <w:tc>
          <w:tcPr>
            <w:tcW w:w="1041" w:type="dxa"/>
            <w:vMerge/>
          </w:tcPr>
          <w:p w14:paraId="42D3B588" w14:textId="77777777" w:rsidR="00D003A9" w:rsidRPr="00D003A9" w:rsidRDefault="00D003A9" w:rsidP="00D5405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</w:tcPr>
          <w:p w14:paraId="4EE7F9FF" w14:textId="2550DEF8" w:rsidR="00D003A9" w:rsidRPr="00D003A9" w:rsidRDefault="00D003A9" w:rsidP="00D54051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  <w:lang w:val="en-US"/>
              </w:rPr>
              <w:t>II –</w:t>
            </w:r>
            <w:r w:rsidRPr="00D003A9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D003A9" w:rsidRPr="00D003A9" w14:paraId="2ABD5A10" w14:textId="77777777" w:rsidTr="00D54051">
        <w:trPr>
          <w:trHeight w:val="30"/>
        </w:trPr>
        <w:tc>
          <w:tcPr>
            <w:tcW w:w="1041" w:type="dxa"/>
            <w:vMerge/>
          </w:tcPr>
          <w:p w14:paraId="10F4B49F" w14:textId="77777777" w:rsidR="00D003A9" w:rsidRPr="00D003A9" w:rsidRDefault="00D003A9" w:rsidP="00D5405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</w:tcPr>
          <w:p w14:paraId="16C1FAC0" w14:textId="03113A50" w:rsidR="00D003A9" w:rsidRPr="00D003A9" w:rsidRDefault="00D003A9" w:rsidP="00D54051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  <w:lang w:val="en-US"/>
              </w:rPr>
              <w:t>III –</w:t>
            </w:r>
            <w:r w:rsidRPr="00D003A9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D003A9" w:rsidRPr="00D003A9" w14:paraId="54790BE1" w14:textId="77777777" w:rsidTr="00D54051">
        <w:trPr>
          <w:trHeight w:val="30"/>
        </w:trPr>
        <w:tc>
          <w:tcPr>
            <w:tcW w:w="1041" w:type="dxa"/>
            <w:vMerge/>
          </w:tcPr>
          <w:p w14:paraId="3D34E823" w14:textId="77777777" w:rsidR="00D003A9" w:rsidRPr="00D003A9" w:rsidRDefault="00D003A9" w:rsidP="00D5405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</w:tcPr>
          <w:p w14:paraId="31BA55C4" w14:textId="08CA4AD2" w:rsidR="00D003A9" w:rsidRPr="00D003A9" w:rsidRDefault="00D003A9" w:rsidP="00D54051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  <w:lang w:val="en-US"/>
              </w:rPr>
              <w:t xml:space="preserve">IV </w:t>
            </w:r>
            <w:r w:rsidRPr="00D003A9">
              <w:rPr>
                <w:rFonts w:cs="Times New Roman"/>
                <w:sz w:val="28"/>
                <w:szCs w:val="28"/>
              </w:rPr>
              <w:t>–</w:t>
            </w:r>
          </w:p>
        </w:tc>
      </w:tr>
      <w:tr w:rsidR="00D003A9" w:rsidRPr="00D003A9" w14:paraId="249D1F7E" w14:textId="77777777" w:rsidTr="00D54051">
        <w:trPr>
          <w:trHeight w:val="30"/>
        </w:trPr>
        <w:tc>
          <w:tcPr>
            <w:tcW w:w="1041" w:type="dxa"/>
            <w:vMerge/>
          </w:tcPr>
          <w:p w14:paraId="42C9A21C" w14:textId="77777777" w:rsidR="00D003A9" w:rsidRPr="00D003A9" w:rsidRDefault="00D003A9" w:rsidP="00D5405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</w:tcPr>
          <w:p w14:paraId="4C5CF12D" w14:textId="148D4A0D" w:rsidR="00D003A9" w:rsidRPr="00D003A9" w:rsidRDefault="00D003A9" w:rsidP="00D54051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  <w:lang w:val="en-US"/>
              </w:rPr>
              <w:t>V –</w:t>
            </w:r>
          </w:p>
        </w:tc>
      </w:tr>
      <w:tr w:rsidR="00D003A9" w:rsidRPr="00D003A9" w14:paraId="3E34A621" w14:textId="77777777" w:rsidTr="00D54051">
        <w:trPr>
          <w:trHeight w:val="30"/>
        </w:trPr>
        <w:tc>
          <w:tcPr>
            <w:tcW w:w="1041" w:type="dxa"/>
            <w:vMerge/>
          </w:tcPr>
          <w:p w14:paraId="3ACDFDF0" w14:textId="77777777" w:rsidR="00D003A9" w:rsidRPr="00D003A9" w:rsidRDefault="00D003A9" w:rsidP="00D5405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</w:tcPr>
          <w:p w14:paraId="0B93BFE0" w14:textId="772E1D49" w:rsidR="00D003A9" w:rsidRPr="00D003A9" w:rsidRDefault="00D003A9" w:rsidP="00D54051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  <w:lang w:val="en-US"/>
              </w:rPr>
              <w:t>VI –</w:t>
            </w:r>
          </w:p>
        </w:tc>
      </w:tr>
      <w:tr w:rsidR="00D003A9" w:rsidRPr="00D003A9" w14:paraId="75299E31" w14:textId="77777777" w:rsidTr="00D54051">
        <w:trPr>
          <w:trHeight w:val="30"/>
        </w:trPr>
        <w:tc>
          <w:tcPr>
            <w:tcW w:w="1041" w:type="dxa"/>
            <w:vMerge/>
          </w:tcPr>
          <w:p w14:paraId="04D60AD8" w14:textId="77777777" w:rsidR="00D003A9" w:rsidRPr="00D003A9" w:rsidRDefault="00D003A9" w:rsidP="00D5405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</w:tcPr>
          <w:p w14:paraId="226AC58E" w14:textId="511AC977" w:rsidR="00D003A9" w:rsidRPr="00D003A9" w:rsidRDefault="00D003A9" w:rsidP="00D54051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  <w:lang w:val="en-US"/>
              </w:rPr>
              <w:t>VII –</w:t>
            </w:r>
          </w:p>
        </w:tc>
      </w:tr>
      <w:tr w:rsidR="00D003A9" w:rsidRPr="00D003A9" w14:paraId="64BD48FB" w14:textId="77777777" w:rsidTr="00D54051">
        <w:trPr>
          <w:trHeight w:val="30"/>
        </w:trPr>
        <w:tc>
          <w:tcPr>
            <w:tcW w:w="1041" w:type="dxa"/>
            <w:vMerge/>
          </w:tcPr>
          <w:p w14:paraId="58A6B430" w14:textId="77777777" w:rsidR="00D003A9" w:rsidRPr="00D003A9" w:rsidRDefault="00D003A9" w:rsidP="00D5405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</w:tcPr>
          <w:p w14:paraId="0E5B6EFB" w14:textId="7179104E" w:rsidR="00D003A9" w:rsidRPr="00D003A9" w:rsidRDefault="00D003A9" w:rsidP="00D54051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  <w:lang w:val="en-US"/>
              </w:rPr>
              <w:t>VIII –</w:t>
            </w:r>
            <w:r w:rsidRPr="00D003A9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D003A9" w:rsidRPr="00D003A9" w14:paraId="3C9C5B30" w14:textId="77777777" w:rsidTr="00D54051">
        <w:trPr>
          <w:trHeight w:val="30"/>
        </w:trPr>
        <w:tc>
          <w:tcPr>
            <w:tcW w:w="1041" w:type="dxa"/>
            <w:vMerge/>
          </w:tcPr>
          <w:p w14:paraId="4CA5AF0F" w14:textId="77777777" w:rsidR="00D003A9" w:rsidRPr="00D003A9" w:rsidRDefault="00D003A9" w:rsidP="00D5405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</w:tcPr>
          <w:p w14:paraId="0B399F2E" w14:textId="20475642" w:rsidR="00D003A9" w:rsidRPr="00D003A9" w:rsidRDefault="00D003A9" w:rsidP="00D54051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  <w:lang w:val="en-US"/>
              </w:rPr>
              <w:t>I</w:t>
            </w:r>
            <w:r w:rsidRPr="00D003A9">
              <w:rPr>
                <w:rFonts w:cs="Times New Roman"/>
                <w:sz w:val="28"/>
                <w:szCs w:val="28"/>
              </w:rPr>
              <w:t xml:space="preserve">X - </w:t>
            </w:r>
          </w:p>
        </w:tc>
      </w:tr>
    </w:tbl>
    <w:p w14:paraId="00CAE907" w14:textId="77777777" w:rsidR="000E0C5A" w:rsidRPr="00D003A9" w:rsidRDefault="000E0C5A" w:rsidP="000E0C5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14:paraId="035A5F54" w14:textId="6DEAB65C" w:rsidR="000E0C5A" w:rsidRPr="00D003A9" w:rsidRDefault="000E0C5A" w:rsidP="000E0C5A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003A9">
        <w:rPr>
          <w:rFonts w:ascii="Times New Roman" w:hAnsi="Times New Roman"/>
          <w:b/>
          <w:sz w:val="28"/>
          <w:szCs w:val="28"/>
        </w:rPr>
        <w:t xml:space="preserve">Задание </w:t>
      </w:r>
      <w:r w:rsidRPr="00D003A9">
        <w:rPr>
          <w:rFonts w:ascii="Times New Roman" w:hAnsi="Times New Roman"/>
          <w:b/>
          <w:sz w:val="28"/>
          <w:szCs w:val="28"/>
          <w:lang w:val="en-US"/>
        </w:rPr>
        <w:t>3</w:t>
      </w:r>
      <w:r w:rsidRPr="00D003A9">
        <w:rPr>
          <w:rFonts w:ascii="Times New Roman" w:hAnsi="Times New Roman"/>
          <w:b/>
          <w:sz w:val="28"/>
          <w:szCs w:val="28"/>
        </w:rPr>
        <w:t>.</w:t>
      </w:r>
    </w:p>
    <w:tbl>
      <w:tblPr>
        <w:tblStyle w:val="2"/>
        <w:tblW w:w="8956" w:type="dxa"/>
        <w:tblInd w:w="113" w:type="dxa"/>
        <w:tblLook w:val="04A0" w:firstRow="1" w:lastRow="0" w:firstColumn="1" w:lastColumn="0" w:noHBand="0" w:noVBand="1"/>
      </w:tblPr>
      <w:tblGrid>
        <w:gridCol w:w="1028"/>
        <w:gridCol w:w="7928"/>
      </w:tblGrid>
      <w:tr w:rsidR="000E0C5A" w:rsidRPr="00D003A9" w14:paraId="0C0D5B79" w14:textId="77777777" w:rsidTr="009F7CD4">
        <w:trPr>
          <w:trHeight w:val="574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7CC52" w14:textId="77777777" w:rsidR="000E0C5A" w:rsidRPr="00D003A9" w:rsidRDefault="000E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A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62A9A" w14:textId="6D41475C" w:rsidR="000E0C5A" w:rsidRPr="00D003A9" w:rsidRDefault="000E0C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C5A" w:rsidRPr="00D003A9" w14:paraId="18C793B2" w14:textId="77777777" w:rsidTr="009F7CD4">
        <w:trPr>
          <w:trHeight w:val="574"/>
        </w:trPr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D12208" w14:textId="38E551AE" w:rsidR="000E0C5A" w:rsidRPr="00D003A9" w:rsidRDefault="000E0C5A" w:rsidP="002B2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A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483F" w14:textId="772343F8" w:rsidR="000E0C5A" w:rsidRPr="00D003A9" w:rsidRDefault="000E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A9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Отрасли</w:t>
            </w:r>
          </w:p>
        </w:tc>
      </w:tr>
      <w:tr w:rsidR="000E0C5A" w:rsidRPr="00D003A9" w14:paraId="0DC6ACAC" w14:textId="77777777" w:rsidTr="009F7CD4">
        <w:trPr>
          <w:trHeight w:val="30"/>
        </w:trPr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7AD871" w14:textId="149BD273" w:rsidR="000E0C5A" w:rsidRPr="00D003A9" w:rsidRDefault="000E0C5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E5CB0" w14:textId="77777777" w:rsidR="000E0C5A" w:rsidRPr="00D003A9" w:rsidRDefault="000E0C5A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</w:rPr>
              <w:t xml:space="preserve">1 – </w:t>
            </w:r>
          </w:p>
        </w:tc>
      </w:tr>
      <w:tr w:rsidR="000E0C5A" w:rsidRPr="00D003A9" w14:paraId="7303C323" w14:textId="77777777" w:rsidTr="009F7CD4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DB0912" w14:textId="77777777" w:rsidR="000E0C5A" w:rsidRPr="00D003A9" w:rsidRDefault="000E0C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7AF11" w14:textId="77777777" w:rsidR="000E0C5A" w:rsidRPr="00D003A9" w:rsidRDefault="000E0C5A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</w:rPr>
              <w:t xml:space="preserve">2 – </w:t>
            </w:r>
          </w:p>
        </w:tc>
      </w:tr>
      <w:tr w:rsidR="000E0C5A" w:rsidRPr="00D003A9" w14:paraId="5E356F42" w14:textId="77777777" w:rsidTr="009F7CD4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621D1C" w14:textId="77777777" w:rsidR="000E0C5A" w:rsidRPr="00D003A9" w:rsidRDefault="000E0C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3B4A2" w14:textId="77777777" w:rsidR="000E0C5A" w:rsidRPr="00D003A9" w:rsidRDefault="000E0C5A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</w:rPr>
              <w:t xml:space="preserve">3 – </w:t>
            </w:r>
          </w:p>
        </w:tc>
      </w:tr>
      <w:tr w:rsidR="000E0C5A" w:rsidRPr="00D003A9" w14:paraId="77848110" w14:textId="77777777" w:rsidTr="009F7CD4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FA30F6" w14:textId="77777777" w:rsidR="000E0C5A" w:rsidRPr="00D003A9" w:rsidRDefault="000E0C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51C1F" w14:textId="77777777" w:rsidR="000E0C5A" w:rsidRPr="00D003A9" w:rsidRDefault="000E0C5A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</w:rPr>
              <w:t>4 –</w:t>
            </w:r>
          </w:p>
        </w:tc>
      </w:tr>
      <w:tr w:rsidR="000E0C5A" w:rsidRPr="00D003A9" w14:paraId="55A6013A" w14:textId="77777777" w:rsidTr="009F7CD4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583EAC" w14:textId="77777777" w:rsidR="000E0C5A" w:rsidRPr="00D003A9" w:rsidRDefault="000E0C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09B4" w14:textId="77777777" w:rsidR="000E0C5A" w:rsidRPr="00D003A9" w:rsidRDefault="000E0C5A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</w:rPr>
              <w:t xml:space="preserve">5 – </w:t>
            </w:r>
          </w:p>
        </w:tc>
      </w:tr>
      <w:tr w:rsidR="00D003A9" w:rsidRPr="00D003A9" w14:paraId="077AB43E" w14:textId="77777777" w:rsidTr="009F7CD4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B4F401" w14:textId="77777777" w:rsidR="00D003A9" w:rsidRPr="00D003A9" w:rsidRDefault="00D003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B49D" w14:textId="37CD965E" w:rsidR="00D003A9" w:rsidRPr="00D003A9" w:rsidRDefault="00D003A9">
            <w:pPr>
              <w:pStyle w:val="Default"/>
              <w:rPr>
                <w:rFonts w:cs="Times New Roman"/>
                <w:sz w:val="28"/>
                <w:szCs w:val="28"/>
              </w:rPr>
            </w:pPr>
            <w:r w:rsidRPr="00D003A9">
              <w:rPr>
                <w:rFonts w:cs="Times New Roman"/>
                <w:sz w:val="28"/>
                <w:szCs w:val="28"/>
              </w:rPr>
              <w:t>Экономические районы</w:t>
            </w:r>
          </w:p>
        </w:tc>
      </w:tr>
      <w:tr w:rsidR="009F7CD4" w:rsidRPr="00D003A9" w14:paraId="2D4FF893" w14:textId="77777777" w:rsidTr="009F7CD4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3F830F" w14:textId="77777777" w:rsidR="009F7CD4" w:rsidRPr="00D003A9" w:rsidRDefault="009F7CD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8B32" w14:textId="77777777" w:rsidR="009F7CD4" w:rsidRPr="00D003A9" w:rsidRDefault="009F7CD4">
            <w:pPr>
              <w:pStyle w:val="Default"/>
              <w:rPr>
                <w:sz w:val="28"/>
                <w:szCs w:val="28"/>
              </w:rPr>
            </w:pPr>
          </w:p>
        </w:tc>
      </w:tr>
      <w:tr w:rsidR="009F7CD4" w:rsidRPr="00D003A9" w14:paraId="6218CFB9" w14:textId="77777777" w:rsidTr="009F7CD4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FC756" w14:textId="77777777" w:rsidR="009F7CD4" w:rsidRPr="00D003A9" w:rsidRDefault="009F7CD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FE92" w14:textId="77777777" w:rsidR="009F7CD4" w:rsidRPr="00D003A9" w:rsidRDefault="009F7CD4">
            <w:pPr>
              <w:pStyle w:val="Default"/>
              <w:rPr>
                <w:sz w:val="28"/>
                <w:szCs w:val="28"/>
              </w:rPr>
            </w:pPr>
          </w:p>
        </w:tc>
      </w:tr>
      <w:tr w:rsidR="009F7CD4" w:rsidRPr="00D003A9" w14:paraId="2F9FAB7F" w14:textId="77777777" w:rsidTr="009F7CD4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D7526" w14:textId="77777777" w:rsidR="009F7CD4" w:rsidRPr="00D003A9" w:rsidRDefault="009F7CD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0A66" w14:textId="77777777" w:rsidR="009F7CD4" w:rsidRPr="00D003A9" w:rsidRDefault="009F7CD4">
            <w:pPr>
              <w:pStyle w:val="Default"/>
              <w:rPr>
                <w:sz w:val="28"/>
                <w:szCs w:val="28"/>
              </w:rPr>
            </w:pPr>
          </w:p>
        </w:tc>
      </w:tr>
      <w:tr w:rsidR="009F7CD4" w:rsidRPr="00D003A9" w14:paraId="49A190D7" w14:textId="77777777" w:rsidTr="009F7CD4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40AE1" w14:textId="77777777" w:rsidR="009F7CD4" w:rsidRPr="00D003A9" w:rsidRDefault="009F7CD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4017" w14:textId="77777777" w:rsidR="009F7CD4" w:rsidRPr="00D003A9" w:rsidRDefault="009F7CD4">
            <w:pPr>
              <w:pStyle w:val="Default"/>
              <w:rPr>
                <w:sz w:val="28"/>
                <w:szCs w:val="28"/>
              </w:rPr>
            </w:pPr>
          </w:p>
        </w:tc>
      </w:tr>
      <w:tr w:rsidR="009F7CD4" w:rsidRPr="00D003A9" w14:paraId="6BFB7E2A" w14:textId="77777777" w:rsidTr="009F7CD4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AFB81" w14:textId="77777777" w:rsidR="009F7CD4" w:rsidRPr="00D003A9" w:rsidRDefault="009F7CD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32C4" w14:textId="77777777" w:rsidR="009F7CD4" w:rsidRPr="00D003A9" w:rsidRDefault="009F7CD4">
            <w:pPr>
              <w:pStyle w:val="Default"/>
              <w:rPr>
                <w:sz w:val="28"/>
                <w:szCs w:val="28"/>
              </w:rPr>
            </w:pPr>
          </w:p>
        </w:tc>
      </w:tr>
      <w:tr w:rsidR="000E0C5A" w:rsidRPr="00D003A9" w14:paraId="0D769E82" w14:textId="77777777" w:rsidTr="009F7CD4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89E8CF" w14:textId="77777777" w:rsidR="000E0C5A" w:rsidRPr="00D003A9" w:rsidRDefault="000E0C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525C4" w14:textId="1C5C4A23" w:rsidR="000E0C5A" w:rsidRPr="00D003A9" w:rsidRDefault="000E0C5A">
            <w:pPr>
              <w:pStyle w:val="Default"/>
              <w:rPr>
                <w:rFonts w:cs="Times New Roman"/>
                <w:sz w:val="28"/>
                <w:szCs w:val="28"/>
              </w:rPr>
            </w:pPr>
          </w:p>
        </w:tc>
      </w:tr>
      <w:tr w:rsidR="000E0C5A" w:rsidRPr="00D003A9" w14:paraId="7D7FE696" w14:textId="77777777" w:rsidTr="009F7CD4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AB8D96" w14:textId="77777777" w:rsidR="000E0C5A" w:rsidRPr="00D003A9" w:rsidRDefault="000E0C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7B59" w14:textId="1B94EA26" w:rsidR="000E0C5A" w:rsidRPr="00D003A9" w:rsidRDefault="000E0C5A">
            <w:pPr>
              <w:pStyle w:val="Default"/>
              <w:rPr>
                <w:rFonts w:cs="Times New Roman"/>
                <w:sz w:val="28"/>
                <w:szCs w:val="28"/>
              </w:rPr>
            </w:pPr>
          </w:p>
        </w:tc>
      </w:tr>
      <w:tr w:rsidR="000E0C5A" w:rsidRPr="00D003A9" w14:paraId="77D0DB67" w14:textId="77777777" w:rsidTr="009F7CD4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BDFFDB" w14:textId="77777777" w:rsidR="000E0C5A" w:rsidRPr="00D003A9" w:rsidRDefault="000E0C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D35AC" w14:textId="3AE76795" w:rsidR="000E0C5A" w:rsidRPr="00D003A9" w:rsidRDefault="000E0C5A">
            <w:pPr>
              <w:pStyle w:val="Default"/>
              <w:rPr>
                <w:rFonts w:cs="Times New Roman"/>
                <w:sz w:val="28"/>
                <w:szCs w:val="28"/>
              </w:rPr>
            </w:pPr>
          </w:p>
        </w:tc>
      </w:tr>
      <w:tr w:rsidR="000E0C5A" w:rsidRPr="00D003A9" w14:paraId="74299A12" w14:textId="77777777" w:rsidTr="009F7CD4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7DE90B" w14:textId="77777777" w:rsidR="000E0C5A" w:rsidRPr="00D003A9" w:rsidRDefault="000E0C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210C1" w14:textId="5A7D864F" w:rsidR="000E0C5A" w:rsidRPr="00D003A9" w:rsidRDefault="000E0C5A">
            <w:pPr>
              <w:pStyle w:val="Default"/>
              <w:rPr>
                <w:rFonts w:cs="Times New Roman"/>
                <w:sz w:val="28"/>
                <w:szCs w:val="28"/>
              </w:rPr>
            </w:pPr>
          </w:p>
        </w:tc>
      </w:tr>
      <w:tr w:rsidR="000E0C5A" w:rsidRPr="00D003A9" w14:paraId="55A7E476" w14:textId="77777777" w:rsidTr="009F7CD4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89C32" w14:textId="77777777" w:rsidR="000E0C5A" w:rsidRPr="00D003A9" w:rsidRDefault="000E0C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D2D84" w14:textId="1C9673F8" w:rsidR="000E0C5A" w:rsidRPr="00D003A9" w:rsidRDefault="000E0C5A">
            <w:pPr>
              <w:pStyle w:val="Default"/>
              <w:rPr>
                <w:rFonts w:cs="Times New Roman"/>
                <w:sz w:val="28"/>
                <w:szCs w:val="28"/>
              </w:rPr>
            </w:pPr>
          </w:p>
        </w:tc>
      </w:tr>
    </w:tbl>
    <w:p w14:paraId="740FC47B" w14:textId="5625D0B4" w:rsidR="00092781" w:rsidRDefault="00092781" w:rsidP="00092781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209E1A6B" w14:textId="773D362A" w:rsidR="00D003A9" w:rsidRPr="00D003A9" w:rsidRDefault="00D003A9" w:rsidP="00D003A9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003A9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4</w:t>
      </w:r>
      <w:r w:rsidRPr="00D003A9">
        <w:rPr>
          <w:rFonts w:ascii="Times New Roman" w:hAnsi="Times New Roman"/>
          <w:b/>
          <w:sz w:val="28"/>
          <w:szCs w:val="28"/>
        </w:rPr>
        <w:t>.</w:t>
      </w:r>
    </w:p>
    <w:p w14:paraId="61291241" w14:textId="2972D215" w:rsidR="00D003A9" w:rsidRDefault="00D003A9" w:rsidP="00D003A9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2"/>
        <w:tblW w:w="9067" w:type="dxa"/>
        <w:tblInd w:w="113" w:type="dxa"/>
        <w:tblLook w:val="04A0" w:firstRow="1" w:lastRow="0" w:firstColumn="1" w:lastColumn="0" w:noHBand="0" w:noVBand="1"/>
      </w:tblPr>
      <w:tblGrid>
        <w:gridCol w:w="1041"/>
        <w:gridCol w:w="8026"/>
      </w:tblGrid>
      <w:tr w:rsidR="00D003A9" w14:paraId="320209FD" w14:textId="77777777" w:rsidTr="006F1758"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AE3408" w14:textId="5D0665CE" w:rsidR="00D003A9" w:rsidRDefault="00D00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№4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027CD" w14:textId="77777777" w:rsidR="00D003A9" w:rsidRPr="00DE2503" w:rsidRDefault="00D003A9" w:rsidP="00D0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03">
              <w:rPr>
                <w:rFonts w:ascii="Times New Roman" w:hAnsi="Times New Roman" w:cs="Times New Roman"/>
                <w:sz w:val="24"/>
                <w:szCs w:val="24"/>
              </w:rPr>
              <w:t>Рейтинг стран мира по</w:t>
            </w:r>
          </w:p>
          <w:p w14:paraId="590F10BD" w14:textId="2A93EB9E" w:rsidR="00D003A9" w:rsidRDefault="00D003A9" w:rsidP="00D003A9">
            <w:pPr>
              <w:rPr>
                <w:rFonts w:ascii="Times New Roman" w:hAnsi="Times New Roman"/>
                <w:sz w:val="28"/>
                <w:szCs w:val="28"/>
              </w:rPr>
            </w:pPr>
            <w:r w:rsidRPr="00DE250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</w:t>
            </w:r>
          </w:p>
        </w:tc>
      </w:tr>
      <w:tr w:rsidR="00D003A9" w14:paraId="6443CC8C" w14:textId="77777777" w:rsidTr="006F1758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A2619E" w14:textId="77777777" w:rsidR="00D003A9" w:rsidRDefault="00D003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7C2AA" w14:textId="77777777" w:rsidR="00D003A9" w:rsidRDefault="00D003A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– </w:t>
            </w:r>
          </w:p>
        </w:tc>
      </w:tr>
      <w:tr w:rsidR="00D003A9" w14:paraId="370E64C0" w14:textId="77777777" w:rsidTr="006F1758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0AFA11" w14:textId="77777777" w:rsidR="00D003A9" w:rsidRDefault="00D003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82488" w14:textId="77777777" w:rsidR="00D003A9" w:rsidRDefault="00D003A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– </w:t>
            </w:r>
          </w:p>
        </w:tc>
      </w:tr>
      <w:tr w:rsidR="00D003A9" w14:paraId="6B65BDCE" w14:textId="77777777" w:rsidTr="006F1758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3BF098" w14:textId="77777777" w:rsidR="00D003A9" w:rsidRDefault="00D003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9BEB4" w14:textId="77777777" w:rsidR="00D003A9" w:rsidRDefault="00D003A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–</w:t>
            </w:r>
          </w:p>
        </w:tc>
      </w:tr>
      <w:tr w:rsidR="00D003A9" w14:paraId="1966E78B" w14:textId="77777777" w:rsidTr="006F1758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2F6D70" w14:textId="77777777" w:rsidR="00D003A9" w:rsidRDefault="00D003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64737" w14:textId="77777777" w:rsidR="00D003A9" w:rsidRDefault="00D003A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– </w:t>
            </w:r>
          </w:p>
        </w:tc>
      </w:tr>
      <w:tr w:rsidR="00D003A9" w14:paraId="2DCE4A42" w14:textId="77777777" w:rsidTr="006F1758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CD7BF7" w14:textId="77777777" w:rsidR="00D003A9" w:rsidRDefault="00D003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97C9C" w14:textId="77777777" w:rsidR="00D003A9" w:rsidRDefault="00D003A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– </w:t>
            </w:r>
          </w:p>
        </w:tc>
      </w:tr>
      <w:tr w:rsidR="00D003A9" w14:paraId="492B9E4C" w14:textId="77777777" w:rsidTr="006F1758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039ACB" w14:textId="77777777" w:rsidR="00D003A9" w:rsidRDefault="00D003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4F43" w14:textId="77777777" w:rsidR="00D003A9" w:rsidRDefault="00D003A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7 -</w:t>
            </w:r>
          </w:p>
        </w:tc>
      </w:tr>
      <w:tr w:rsidR="00D003A9" w14:paraId="4E5EE2C3" w14:textId="77777777" w:rsidTr="006F1758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64A519" w14:textId="77777777" w:rsidR="00D003A9" w:rsidRDefault="00D003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E819B" w14:textId="77777777" w:rsidR="00D003A9" w:rsidRDefault="00D003A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8 - </w:t>
            </w:r>
          </w:p>
        </w:tc>
      </w:tr>
      <w:tr w:rsidR="00D003A9" w14:paraId="1B837A6A" w14:textId="77777777" w:rsidTr="006F1758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2E294F" w14:textId="77777777" w:rsidR="00D003A9" w:rsidRDefault="00D003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386B3" w14:textId="77777777" w:rsidR="00D003A9" w:rsidRDefault="00D003A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9 - </w:t>
            </w:r>
          </w:p>
        </w:tc>
      </w:tr>
      <w:tr w:rsidR="00D003A9" w14:paraId="3835574D" w14:textId="77777777" w:rsidTr="006F1758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BF1E0" w14:textId="77777777" w:rsidR="00D003A9" w:rsidRDefault="00D003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EF25" w14:textId="77777777" w:rsidR="00D003A9" w:rsidRDefault="00D003A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10 - </w:t>
            </w:r>
          </w:p>
        </w:tc>
      </w:tr>
    </w:tbl>
    <w:p w14:paraId="1CFA0C51" w14:textId="10F31484" w:rsidR="00092781" w:rsidRDefault="00092781" w:rsidP="00D003A9">
      <w:pPr>
        <w:spacing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44D998C" w14:textId="7BECAC8C" w:rsidR="00092781" w:rsidRPr="001A2CB8" w:rsidRDefault="00092781" w:rsidP="00092781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Задание </w:t>
      </w:r>
      <w:r w:rsidR="00D003A9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tbl>
      <w:tblPr>
        <w:tblStyle w:val="a6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566"/>
        <w:gridCol w:w="4933"/>
      </w:tblGrid>
      <w:tr w:rsidR="00092781" w:rsidRPr="00567E67" w14:paraId="5A4F965D" w14:textId="77777777" w:rsidTr="00EF5658">
        <w:trPr>
          <w:trHeight w:val="109"/>
        </w:trPr>
        <w:tc>
          <w:tcPr>
            <w:tcW w:w="4566" w:type="dxa"/>
          </w:tcPr>
          <w:p w14:paraId="4008631B" w14:textId="22EAD5CA" w:rsidR="00092781" w:rsidRPr="00EC5B01" w:rsidRDefault="00EF5658" w:rsidP="00092781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hanging="105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Масштаб карты</w:t>
            </w:r>
          </w:p>
        </w:tc>
        <w:tc>
          <w:tcPr>
            <w:tcW w:w="4933" w:type="dxa"/>
          </w:tcPr>
          <w:p w14:paraId="45D14B0A" w14:textId="77777777" w:rsidR="00092781" w:rsidRDefault="00092781" w:rsidP="001C1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09389242" w14:textId="77777777" w:rsidR="00092781" w:rsidRPr="00567E67" w:rsidRDefault="00092781" w:rsidP="001C1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2781" w:rsidRPr="00567E67" w14:paraId="26508893" w14:textId="77777777" w:rsidTr="00EF5658">
        <w:trPr>
          <w:trHeight w:val="525"/>
        </w:trPr>
        <w:tc>
          <w:tcPr>
            <w:tcW w:w="4566" w:type="dxa"/>
          </w:tcPr>
          <w:p w14:paraId="0163BD23" w14:textId="0C3F5CF1" w:rsidR="00092781" w:rsidRPr="00EC5B01" w:rsidRDefault="00EF5658" w:rsidP="00EF5658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hanging="105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Шаг горизонтали</w:t>
            </w:r>
          </w:p>
        </w:tc>
        <w:tc>
          <w:tcPr>
            <w:tcW w:w="4933" w:type="dxa"/>
          </w:tcPr>
          <w:p w14:paraId="5BC4C1ED" w14:textId="77777777" w:rsidR="00092781" w:rsidRPr="00567E67" w:rsidRDefault="00092781" w:rsidP="001C1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2781" w:rsidRPr="00567E67" w14:paraId="704EF5FF" w14:textId="77777777" w:rsidTr="00EF5658">
        <w:trPr>
          <w:trHeight w:val="247"/>
        </w:trPr>
        <w:tc>
          <w:tcPr>
            <w:tcW w:w="4566" w:type="dxa"/>
          </w:tcPr>
          <w:p w14:paraId="7A944352" w14:textId="20A0ADCD" w:rsidR="00092781" w:rsidRPr="00EC5B01" w:rsidRDefault="00EF5658" w:rsidP="00092781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Самая низкая точка</w:t>
            </w:r>
          </w:p>
        </w:tc>
        <w:tc>
          <w:tcPr>
            <w:tcW w:w="4933" w:type="dxa"/>
          </w:tcPr>
          <w:p w14:paraId="3A055042" w14:textId="77777777" w:rsidR="00092781" w:rsidRDefault="00092781" w:rsidP="001C1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5640000E" w14:textId="2BC18483" w:rsidR="00EF5658" w:rsidRPr="00567E67" w:rsidRDefault="00EF5658" w:rsidP="001C1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2781" w:rsidRPr="00567E67" w14:paraId="16FDEF18" w14:textId="77777777" w:rsidTr="00EF5658">
        <w:trPr>
          <w:trHeight w:val="247"/>
        </w:trPr>
        <w:tc>
          <w:tcPr>
            <w:tcW w:w="4566" w:type="dxa"/>
          </w:tcPr>
          <w:p w14:paraId="20401A78" w14:textId="715F92E8" w:rsidR="00092781" w:rsidRPr="00EC5B01" w:rsidRDefault="00EF5658" w:rsidP="00092781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-105" w:firstLine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Самая высокая точка</w:t>
            </w:r>
          </w:p>
        </w:tc>
        <w:tc>
          <w:tcPr>
            <w:tcW w:w="4933" w:type="dxa"/>
          </w:tcPr>
          <w:p w14:paraId="7E032DB9" w14:textId="77777777" w:rsidR="00092781" w:rsidRDefault="00092781" w:rsidP="001C1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369BEDC8" w14:textId="78E4D66E" w:rsidR="00EF5658" w:rsidRPr="00567E67" w:rsidRDefault="00EF5658" w:rsidP="001C1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5658" w:rsidRPr="00567E67" w14:paraId="2F396AFE" w14:textId="77777777" w:rsidTr="00EF5658">
        <w:trPr>
          <w:trHeight w:val="247"/>
        </w:trPr>
        <w:tc>
          <w:tcPr>
            <w:tcW w:w="4566" w:type="dxa"/>
          </w:tcPr>
          <w:p w14:paraId="05197687" w14:textId="5CEE1DB5" w:rsidR="00EF5658" w:rsidRPr="00EC5B01" w:rsidRDefault="00EF5658" w:rsidP="00092781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-105" w:firstLine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Строительные материалы на берегу р. Быстрая</w:t>
            </w:r>
          </w:p>
        </w:tc>
        <w:tc>
          <w:tcPr>
            <w:tcW w:w="4933" w:type="dxa"/>
          </w:tcPr>
          <w:p w14:paraId="43512610" w14:textId="77777777" w:rsidR="00EF5658" w:rsidRDefault="00EF5658" w:rsidP="001C1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3CE4C3D4" w14:textId="4E238278" w:rsidR="00EF5658" w:rsidRDefault="00EF5658" w:rsidP="001C1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5658" w:rsidRPr="00567E67" w14:paraId="4BD1B083" w14:textId="77777777" w:rsidTr="00EF5658">
        <w:trPr>
          <w:trHeight w:val="247"/>
        </w:trPr>
        <w:tc>
          <w:tcPr>
            <w:tcW w:w="4566" w:type="dxa"/>
          </w:tcPr>
          <w:p w14:paraId="4B54DE01" w14:textId="326064D0" w:rsidR="00EF5658" w:rsidRPr="00EC5B01" w:rsidRDefault="00EF5658" w:rsidP="00092781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-105" w:firstLine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Отрасли промышленности г. Холмск</w:t>
            </w:r>
          </w:p>
        </w:tc>
        <w:tc>
          <w:tcPr>
            <w:tcW w:w="4933" w:type="dxa"/>
          </w:tcPr>
          <w:p w14:paraId="6E57B149" w14:textId="77777777" w:rsidR="00EF5658" w:rsidRDefault="00EF5658" w:rsidP="001C1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5477ABD1" w14:textId="77777777" w:rsidR="00EF5658" w:rsidRDefault="00EF5658" w:rsidP="001C1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11D5A2C2" w14:textId="37084CD0" w:rsidR="00EF5658" w:rsidRDefault="00EF5658" w:rsidP="001C1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5658" w:rsidRPr="00567E67" w14:paraId="205330A2" w14:textId="77777777" w:rsidTr="00EF5658">
        <w:trPr>
          <w:trHeight w:val="247"/>
        </w:trPr>
        <w:tc>
          <w:tcPr>
            <w:tcW w:w="4566" w:type="dxa"/>
          </w:tcPr>
          <w:p w14:paraId="2C06DC17" w14:textId="6ACD9A47" w:rsidR="00EF5658" w:rsidRPr="00EC5B01" w:rsidRDefault="00EF5658" w:rsidP="00092781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-105" w:firstLine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лесокустарникового участка на юго-востоке</w:t>
            </w:r>
          </w:p>
        </w:tc>
        <w:tc>
          <w:tcPr>
            <w:tcW w:w="4933" w:type="dxa"/>
          </w:tcPr>
          <w:p w14:paraId="121416CB" w14:textId="77777777" w:rsidR="00EF5658" w:rsidRDefault="00EF5658" w:rsidP="001C1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3B642AB3" w14:textId="77777777" w:rsidR="00EF5658" w:rsidRDefault="00EF5658" w:rsidP="001C1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43B2EFC1" w14:textId="77777777" w:rsidR="00EF5658" w:rsidRDefault="00EF5658" w:rsidP="001C1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1E36331A" w14:textId="0CC6DA57" w:rsidR="00EF5658" w:rsidRDefault="00EF5658" w:rsidP="001C1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6CA329A" w14:textId="77777777" w:rsidR="00092781" w:rsidRDefault="00092781" w:rsidP="00092781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bookmarkEnd w:id="0"/>
    <w:p w14:paraId="168E2355" w14:textId="77777777" w:rsidR="00D9687E" w:rsidRPr="001A2CB8" w:rsidRDefault="00D9687E" w:rsidP="00092781">
      <w:pPr>
        <w:spacing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D9687E" w:rsidRPr="001A2CB8" w:rsidSect="00C7779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C64B4"/>
    <w:multiLevelType w:val="hybridMultilevel"/>
    <w:tmpl w:val="A10CE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D4C18"/>
    <w:multiLevelType w:val="hybridMultilevel"/>
    <w:tmpl w:val="BB8A2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B3144"/>
    <w:multiLevelType w:val="hybridMultilevel"/>
    <w:tmpl w:val="52422E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B7FB1"/>
    <w:multiLevelType w:val="hybridMultilevel"/>
    <w:tmpl w:val="FBDCC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42B7E"/>
    <w:multiLevelType w:val="hybridMultilevel"/>
    <w:tmpl w:val="490E1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B1B91"/>
    <w:multiLevelType w:val="hybridMultilevel"/>
    <w:tmpl w:val="724C2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01D3E"/>
    <w:multiLevelType w:val="hybridMultilevel"/>
    <w:tmpl w:val="52B8E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008B7"/>
    <w:multiLevelType w:val="hybridMultilevel"/>
    <w:tmpl w:val="6DD86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532D5"/>
    <w:multiLevelType w:val="hybridMultilevel"/>
    <w:tmpl w:val="01903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B1CE4"/>
    <w:multiLevelType w:val="hybridMultilevel"/>
    <w:tmpl w:val="7764AD2A"/>
    <w:lvl w:ilvl="0" w:tplc="CAC6A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04731E7"/>
    <w:multiLevelType w:val="hybridMultilevel"/>
    <w:tmpl w:val="91D8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B61EE"/>
    <w:multiLevelType w:val="hybridMultilevel"/>
    <w:tmpl w:val="F148F672"/>
    <w:lvl w:ilvl="0" w:tplc="105ACF6A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0408E"/>
    <w:multiLevelType w:val="hybridMultilevel"/>
    <w:tmpl w:val="F7C4D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7F18F4"/>
    <w:multiLevelType w:val="hybridMultilevel"/>
    <w:tmpl w:val="4720EDC6"/>
    <w:lvl w:ilvl="0" w:tplc="F0B01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7263A7B"/>
    <w:multiLevelType w:val="hybridMultilevel"/>
    <w:tmpl w:val="7DBAAE00"/>
    <w:lvl w:ilvl="0" w:tplc="A2CE67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272564"/>
    <w:multiLevelType w:val="hybridMultilevel"/>
    <w:tmpl w:val="5D3AD97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686780">
    <w:abstractNumId w:val="4"/>
  </w:num>
  <w:num w:numId="2" w16cid:durableId="123935060">
    <w:abstractNumId w:val="2"/>
  </w:num>
  <w:num w:numId="3" w16cid:durableId="1558543324">
    <w:abstractNumId w:val="14"/>
  </w:num>
  <w:num w:numId="4" w16cid:durableId="1163424136">
    <w:abstractNumId w:val="6"/>
  </w:num>
  <w:num w:numId="5" w16cid:durableId="850920647">
    <w:abstractNumId w:val="7"/>
  </w:num>
  <w:num w:numId="6" w16cid:durableId="1613592686">
    <w:abstractNumId w:val="0"/>
  </w:num>
  <w:num w:numId="7" w16cid:durableId="1107427540">
    <w:abstractNumId w:val="1"/>
  </w:num>
  <w:num w:numId="8" w16cid:durableId="1578511200">
    <w:abstractNumId w:val="8"/>
  </w:num>
  <w:num w:numId="9" w16cid:durableId="278343975">
    <w:abstractNumId w:val="13"/>
  </w:num>
  <w:num w:numId="10" w16cid:durableId="1727023074">
    <w:abstractNumId w:val="5"/>
  </w:num>
  <w:num w:numId="11" w16cid:durableId="1453354553">
    <w:abstractNumId w:val="15"/>
  </w:num>
  <w:num w:numId="12" w16cid:durableId="2134402609">
    <w:abstractNumId w:val="9"/>
  </w:num>
  <w:num w:numId="13" w16cid:durableId="1283801243">
    <w:abstractNumId w:val="12"/>
  </w:num>
  <w:num w:numId="14" w16cid:durableId="1265962455">
    <w:abstractNumId w:val="3"/>
  </w:num>
  <w:num w:numId="15" w16cid:durableId="1835416617">
    <w:abstractNumId w:val="11"/>
  </w:num>
  <w:num w:numId="16" w16cid:durableId="11085449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273"/>
    <w:rsid w:val="000112EC"/>
    <w:rsid w:val="000171B5"/>
    <w:rsid w:val="00023F1C"/>
    <w:rsid w:val="000454FF"/>
    <w:rsid w:val="00051D7A"/>
    <w:rsid w:val="00081D9F"/>
    <w:rsid w:val="00085738"/>
    <w:rsid w:val="00092781"/>
    <w:rsid w:val="000C0A91"/>
    <w:rsid w:val="000D2F6A"/>
    <w:rsid w:val="000D4261"/>
    <w:rsid w:val="000E0C5A"/>
    <w:rsid w:val="00102272"/>
    <w:rsid w:val="001164EA"/>
    <w:rsid w:val="0013641D"/>
    <w:rsid w:val="001626F7"/>
    <w:rsid w:val="001706F5"/>
    <w:rsid w:val="001D40DB"/>
    <w:rsid w:val="001D7351"/>
    <w:rsid w:val="001E33EC"/>
    <w:rsid w:val="00215611"/>
    <w:rsid w:val="00224493"/>
    <w:rsid w:val="00241622"/>
    <w:rsid w:val="002611D8"/>
    <w:rsid w:val="002A1D2D"/>
    <w:rsid w:val="002D3FE3"/>
    <w:rsid w:val="00306089"/>
    <w:rsid w:val="00311D28"/>
    <w:rsid w:val="00323DD7"/>
    <w:rsid w:val="00357509"/>
    <w:rsid w:val="00370F32"/>
    <w:rsid w:val="00372FB5"/>
    <w:rsid w:val="00397207"/>
    <w:rsid w:val="004170E1"/>
    <w:rsid w:val="00427A2D"/>
    <w:rsid w:val="004637A6"/>
    <w:rsid w:val="00471D2E"/>
    <w:rsid w:val="00482252"/>
    <w:rsid w:val="004A571D"/>
    <w:rsid w:val="004F6CC2"/>
    <w:rsid w:val="00512B44"/>
    <w:rsid w:val="00520847"/>
    <w:rsid w:val="00533C61"/>
    <w:rsid w:val="00540FE8"/>
    <w:rsid w:val="005C78FA"/>
    <w:rsid w:val="00601D1E"/>
    <w:rsid w:val="00607B3E"/>
    <w:rsid w:val="00647D4C"/>
    <w:rsid w:val="006539E6"/>
    <w:rsid w:val="006B1084"/>
    <w:rsid w:val="006B3BC7"/>
    <w:rsid w:val="006F755D"/>
    <w:rsid w:val="00701509"/>
    <w:rsid w:val="00721F26"/>
    <w:rsid w:val="00723485"/>
    <w:rsid w:val="00727FC9"/>
    <w:rsid w:val="00740F41"/>
    <w:rsid w:val="00743E0C"/>
    <w:rsid w:val="00772C0C"/>
    <w:rsid w:val="00797F92"/>
    <w:rsid w:val="007B3CDB"/>
    <w:rsid w:val="007B4348"/>
    <w:rsid w:val="007E511F"/>
    <w:rsid w:val="00873FDB"/>
    <w:rsid w:val="008775C1"/>
    <w:rsid w:val="00880273"/>
    <w:rsid w:val="008853EE"/>
    <w:rsid w:val="008B2BB9"/>
    <w:rsid w:val="008C5AC1"/>
    <w:rsid w:val="008D2B21"/>
    <w:rsid w:val="008E5F62"/>
    <w:rsid w:val="0091039B"/>
    <w:rsid w:val="009212F5"/>
    <w:rsid w:val="009626AF"/>
    <w:rsid w:val="00976A19"/>
    <w:rsid w:val="00983CB3"/>
    <w:rsid w:val="00993D45"/>
    <w:rsid w:val="009A2DB8"/>
    <w:rsid w:val="009B1B53"/>
    <w:rsid w:val="009B311B"/>
    <w:rsid w:val="009F7CD4"/>
    <w:rsid w:val="00A14CFC"/>
    <w:rsid w:val="00A2339E"/>
    <w:rsid w:val="00A865B8"/>
    <w:rsid w:val="00AB4607"/>
    <w:rsid w:val="00B0646B"/>
    <w:rsid w:val="00B23BCB"/>
    <w:rsid w:val="00B54B90"/>
    <w:rsid w:val="00B65830"/>
    <w:rsid w:val="00B76ABB"/>
    <w:rsid w:val="00B97ABD"/>
    <w:rsid w:val="00BB00A5"/>
    <w:rsid w:val="00C428BF"/>
    <w:rsid w:val="00C77797"/>
    <w:rsid w:val="00C81BC0"/>
    <w:rsid w:val="00C9742C"/>
    <w:rsid w:val="00CB781D"/>
    <w:rsid w:val="00CD75B5"/>
    <w:rsid w:val="00CD7EAA"/>
    <w:rsid w:val="00CF0852"/>
    <w:rsid w:val="00CF366E"/>
    <w:rsid w:val="00D003A9"/>
    <w:rsid w:val="00D71CE7"/>
    <w:rsid w:val="00D9229E"/>
    <w:rsid w:val="00D9687E"/>
    <w:rsid w:val="00DC54D2"/>
    <w:rsid w:val="00E1593F"/>
    <w:rsid w:val="00E6427A"/>
    <w:rsid w:val="00E74E82"/>
    <w:rsid w:val="00E96457"/>
    <w:rsid w:val="00E97018"/>
    <w:rsid w:val="00EB6586"/>
    <w:rsid w:val="00EC7435"/>
    <w:rsid w:val="00ED55B2"/>
    <w:rsid w:val="00EF5658"/>
    <w:rsid w:val="00F61AD6"/>
    <w:rsid w:val="00F71ED4"/>
    <w:rsid w:val="00FB1A24"/>
    <w:rsid w:val="00FB5A77"/>
    <w:rsid w:val="00FE67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5EB5E"/>
  <w15:docId w15:val="{44DEE200-1701-43C1-B24A-7912F647D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A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C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1CE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D71CE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540F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 Spacing"/>
    <w:uiPriority w:val="1"/>
    <w:qFormat/>
    <w:rsid w:val="00051D7A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1"/>
    <w:next w:val="a6"/>
    <w:uiPriority w:val="59"/>
    <w:rsid w:val="00B54B9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07B3E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table" w:customStyle="1" w:styleId="2">
    <w:name w:val="Сетка таблицы2"/>
    <w:basedOn w:val="a1"/>
    <w:next w:val="a6"/>
    <w:uiPriority w:val="39"/>
    <w:rsid w:val="000927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1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ECFEF-976A-4F50-AEBD-1E5D0BB61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Анна Эртель</cp:lastModifiedBy>
  <cp:revision>8</cp:revision>
  <dcterms:created xsi:type="dcterms:W3CDTF">2022-11-06T13:49:00Z</dcterms:created>
  <dcterms:modified xsi:type="dcterms:W3CDTF">2022-11-07T23:25:00Z</dcterms:modified>
</cp:coreProperties>
</file>